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224DB61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="001E04E5">
        <w:rPr>
          <w:b/>
          <w:lang w:val="en-GB"/>
        </w:rPr>
        <w:t xml:space="preserve"> 47-w007-24</w:t>
      </w:r>
      <w:r w:rsidRPr="007F3777">
        <w:rPr>
          <w:lang w:val="en-GB"/>
        </w:rPr>
        <w:tab/>
      </w:r>
    </w:p>
    <w:p w14:paraId="5271E422" w14:textId="25BF9044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0EAFCDCA" w:rsidR="004E36AD" w:rsidRDefault="004E36AD" w:rsidP="0050364F">
      <w:pPr>
        <w:spacing w:before="120"/>
        <w:jc w:val="both"/>
        <w:rPr>
          <w:rFonts w:ascii="Calibri" w:hAnsi="Calibri" w:cs="Calibri"/>
        </w:rPr>
      </w:pPr>
      <w:r w:rsidRPr="0050364F">
        <w:rPr>
          <w:rFonts w:ascii="Calibri" w:hAnsi="Calibri" w:cs="Calibri"/>
        </w:rPr>
        <w:t>The Procurement will follow the timeline below for this RF</w:t>
      </w:r>
      <w:r w:rsidR="00AD7F57" w:rsidRPr="0050364F">
        <w:rPr>
          <w:rFonts w:ascii="Calibri" w:hAnsi="Calibri" w:cs="Calibri"/>
        </w:rPr>
        <w:t>P</w:t>
      </w:r>
      <w:r w:rsidRPr="0050364F">
        <w:rPr>
          <w:rFonts w:ascii="Calibri" w:hAnsi="Calibri" w:cs="Calibri"/>
        </w:rPr>
        <w:t xml:space="preserve">. Any changes to this timeline will be posted on the </w:t>
      </w:r>
      <w:r w:rsidR="00116A20" w:rsidRPr="0050364F">
        <w:rPr>
          <w:rFonts w:ascii="Calibri" w:hAnsi="Calibri" w:cs="Calibri"/>
        </w:rPr>
        <w:t xml:space="preserve">Kiribati Public {Procurement </w:t>
      </w:r>
      <w:proofErr w:type="spellStart"/>
      <w:r w:rsidR="00116A20" w:rsidRPr="0050364F">
        <w:rPr>
          <w:rFonts w:ascii="Calibri" w:hAnsi="Calibri" w:cs="Calibri"/>
        </w:rPr>
        <w:t>Web</w:t>
      </w:r>
      <w:r w:rsidR="00AD7F57" w:rsidRPr="0050364F">
        <w:rPr>
          <w:rFonts w:ascii="Calibri" w:hAnsi="Calibri" w:cs="Calibri"/>
        </w:rPr>
        <w:t>Portal</w:t>
      </w:r>
      <w:proofErr w:type="spellEnd"/>
      <w:r w:rsidRPr="0050364F">
        <w:rPr>
          <w:rFonts w:ascii="Calibri" w:hAnsi="Calibri" w:cs="Calibri"/>
        </w:rPr>
        <w:t xml:space="preserve"> (</w:t>
      </w:r>
      <w:r w:rsidR="005D47B8" w:rsidRPr="0050364F">
        <w:rPr>
          <w:rStyle w:val="Hyperlink"/>
          <w:rFonts w:ascii="Calibri" w:hAnsi="Calibri" w:cs="Calibri"/>
          <w:lang w:val="en-GB"/>
        </w:rPr>
        <w:t>www.procurement.gov.ki/opentender</w:t>
      </w:r>
      <w:r w:rsidRPr="0050364F">
        <w:rPr>
          <w:rFonts w:ascii="Calibri" w:hAnsi="Calibri" w:cs="Calibri"/>
        </w:rPr>
        <w:t xml:space="preserve">) </w:t>
      </w:r>
      <w:r w:rsidRPr="0050364F">
        <w:rPr>
          <w:rFonts w:ascii="Calibri" w:hAnsi="Calibri" w:cs="Calibri"/>
          <w:u w:val="single"/>
        </w:rPr>
        <w:t>or</w:t>
      </w:r>
      <w:r w:rsidRPr="0050364F">
        <w:rPr>
          <w:rFonts w:ascii="Calibri" w:hAnsi="Calibri" w:cs="Calibri"/>
        </w:rPr>
        <w:t xml:space="preserve"> sent directly </w:t>
      </w:r>
      <w:r w:rsidR="00C15299" w:rsidRPr="0050364F">
        <w:rPr>
          <w:rFonts w:ascii="Calibri" w:hAnsi="Calibri" w:cs="Calibri"/>
        </w:rPr>
        <w:t xml:space="preserve">to </w:t>
      </w:r>
      <w:r w:rsidRPr="0050364F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50364F">
        <w:rPr>
          <w:rFonts w:ascii="Calibri" w:hAnsi="Calibri" w:cs="Calibri"/>
        </w:rPr>
        <w:t>6</w:t>
      </w:r>
      <w:r w:rsidRPr="0050364F">
        <w:rPr>
          <w:rFonts w:ascii="Calibri" w:hAnsi="Calibri" w:cs="Calibri"/>
        </w:rPr>
        <w:t>-1</w:t>
      </w:r>
      <w:r w:rsidR="00B0293A" w:rsidRPr="0050364F">
        <w:rPr>
          <w:rFonts w:ascii="Calibri" w:hAnsi="Calibri" w:cs="Calibri"/>
        </w:rPr>
        <w:t>1</w:t>
      </w:r>
      <w:r w:rsidRPr="0050364F">
        <w:rPr>
          <w:rFonts w:ascii="Calibri" w:hAnsi="Calibri" w:cs="Calibri"/>
        </w:rPr>
        <w:t xml:space="preserve"> are target dates and may be adjusted.</w:t>
      </w:r>
    </w:p>
    <w:p w14:paraId="66A651AE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9"/>
        <w:gridCol w:w="2858"/>
        <w:gridCol w:w="3402"/>
      </w:tblGrid>
      <w:tr w:rsidR="00C110AA" w14:paraId="149E94F4" w14:textId="247A0F27" w:rsidTr="00C110A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EF188" w14:textId="77777777" w:rsidR="00C110AA" w:rsidRDefault="00C110AA" w:rsidP="00D2208A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4CF5D" w14:textId="77777777" w:rsidR="00C110AA" w:rsidRDefault="00C110AA" w:rsidP="00D2208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2228" w14:textId="4C539E3A" w:rsidR="00C110AA" w:rsidRDefault="00C110AA" w:rsidP="00D2208A">
            <w:pPr>
              <w:jc w:val="both"/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C110AA" w14:paraId="2A7C1526" w14:textId="28BF5451" w:rsidTr="00C110A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2018" w14:textId="77777777" w:rsidR="00C110AA" w:rsidRDefault="00C110A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RFP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D0F2F" w14:textId="77777777" w:rsidR="00C110AA" w:rsidRDefault="00C110A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A265" w14:textId="6481C8D5" w:rsidR="00C110AA" w:rsidRPr="00145503" w:rsidRDefault="00C110AA" w:rsidP="00D2208A">
            <w:pPr>
              <w:rPr>
                <w:rFonts w:ascii="Calibri" w:hAnsi="Calibri"/>
                <w:szCs w:val="20"/>
              </w:rPr>
            </w:pPr>
            <w:r w:rsidRPr="00145503">
              <w:rPr>
                <w:rFonts w:ascii="Calibri" w:hAnsi="Calibri"/>
                <w:szCs w:val="20"/>
              </w:rPr>
              <w:t>15/01/24</w:t>
            </w:r>
          </w:p>
          <w:p w14:paraId="4F125D99" w14:textId="731AB3CD" w:rsidR="00C110AA" w:rsidRPr="00145503" w:rsidRDefault="00C110AA" w:rsidP="00D2208A">
            <w:pPr>
              <w:rPr>
                <w:rFonts w:ascii="Calibri" w:hAnsi="Calibri"/>
                <w:szCs w:val="20"/>
              </w:rPr>
            </w:pPr>
          </w:p>
        </w:tc>
      </w:tr>
      <w:tr w:rsidR="00C110AA" w14:paraId="38D6F880" w14:textId="0E9D9CF0" w:rsidTr="00C110A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1723" w14:textId="77777777" w:rsidR="00C110AA" w:rsidRDefault="00C110A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asciiTheme="minorHAnsi" w:hAnsiTheme="minorHAnsi"/>
                <w:sz w:val="22"/>
              </w:rPr>
              <w:t>Pre-Bid Meeting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88CBB" w14:textId="77777777" w:rsidR="00C110AA" w:rsidRDefault="00C110A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5CAE" w14:textId="7D830152" w:rsidR="00C110AA" w:rsidRPr="00145503" w:rsidRDefault="00C110AA" w:rsidP="00C110AA">
            <w:pPr>
              <w:rPr>
                <w:rFonts w:ascii="Calibri" w:hAnsi="Calibri"/>
                <w:szCs w:val="20"/>
              </w:rPr>
            </w:pPr>
            <w:r w:rsidRPr="00145503">
              <w:rPr>
                <w:rFonts w:ascii="Calibri" w:hAnsi="Calibri"/>
                <w:szCs w:val="20"/>
              </w:rPr>
              <w:t>19/01/24</w:t>
            </w:r>
          </w:p>
          <w:p w14:paraId="4F9A5B4F" w14:textId="59876C8A" w:rsidR="00C110AA" w:rsidRPr="00145503" w:rsidRDefault="00C110AA" w:rsidP="00C110AA">
            <w:pPr>
              <w:rPr>
                <w:rFonts w:ascii="Calibri" w:hAnsi="Calibri"/>
                <w:szCs w:val="20"/>
              </w:rPr>
            </w:pPr>
          </w:p>
        </w:tc>
      </w:tr>
      <w:tr w:rsidR="00C110AA" w14:paraId="63A227EA" w14:textId="6FADC169" w:rsidTr="00C110A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81B65" w14:textId="77777777" w:rsidR="00C110AA" w:rsidRDefault="00C110A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RFP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FC3D1" w14:textId="77777777" w:rsidR="00C110AA" w:rsidRDefault="00C110A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2C41" w14:textId="156C84A7" w:rsidR="00C110AA" w:rsidRPr="00145503" w:rsidRDefault="00C110AA" w:rsidP="00D2208A">
            <w:pPr>
              <w:rPr>
                <w:rFonts w:ascii="Calibri" w:hAnsi="Calibri"/>
                <w:szCs w:val="20"/>
              </w:rPr>
            </w:pPr>
            <w:r w:rsidRPr="00145503">
              <w:rPr>
                <w:rFonts w:ascii="Calibri" w:hAnsi="Calibri"/>
                <w:szCs w:val="20"/>
              </w:rPr>
              <w:t>24/01/24</w:t>
            </w:r>
          </w:p>
          <w:p w14:paraId="77E1BF92" w14:textId="113ABE51" w:rsidR="00C110AA" w:rsidRPr="00145503" w:rsidRDefault="00C110AA" w:rsidP="00D2208A">
            <w:pPr>
              <w:rPr>
                <w:rFonts w:ascii="Calibri" w:hAnsi="Calibri"/>
                <w:szCs w:val="20"/>
              </w:rPr>
            </w:pPr>
          </w:p>
        </w:tc>
      </w:tr>
      <w:tr w:rsidR="00C110AA" w14:paraId="0F0B189F" w14:textId="2A7F2992" w:rsidTr="00C110A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2305F" w14:textId="77777777" w:rsidR="00C110AA" w:rsidRDefault="00C110A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RFP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689B9" w14:textId="77777777" w:rsidR="00C110AA" w:rsidRDefault="00C110A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84E9" w14:textId="6A4A4E37" w:rsidR="00C110AA" w:rsidRPr="00145503" w:rsidRDefault="00C110AA" w:rsidP="00D2208A">
            <w:pPr>
              <w:rPr>
                <w:rFonts w:ascii="Calibri" w:hAnsi="Calibri"/>
                <w:szCs w:val="20"/>
              </w:rPr>
            </w:pPr>
            <w:r w:rsidRPr="00145503">
              <w:rPr>
                <w:rFonts w:ascii="Calibri" w:hAnsi="Calibri"/>
                <w:szCs w:val="20"/>
              </w:rPr>
              <w:t>25/01/24</w:t>
            </w:r>
          </w:p>
          <w:p w14:paraId="6B6A7E4F" w14:textId="7F5594CF" w:rsidR="00C110AA" w:rsidRPr="00145503" w:rsidRDefault="00C110AA" w:rsidP="00D2208A">
            <w:pPr>
              <w:rPr>
                <w:rFonts w:ascii="Calibri" w:hAnsi="Calibri"/>
                <w:szCs w:val="20"/>
              </w:rPr>
            </w:pPr>
          </w:p>
        </w:tc>
      </w:tr>
      <w:tr w:rsidR="00C110AA" w14:paraId="60670DFC" w14:textId="6F7C8658" w:rsidTr="00C110A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7BC447C" w14:textId="77777777" w:rsidR="00C110AA" w:rsidRDefault="00C110A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Proposals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C9C0FC7" w14:textId="77777777" w:rsidR="00C110AA" w:rsidRDefault="00C110A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73AE2AB" w14:textId="31EFA9E5" w:rsidR="00C110AA" w:rsidRPr="00145503" w:rsidRDefault="00C110AA" w:rsidP="00D2208A">
            <w:pPr>
              <w:rPr>
                <w:rFonts w:ascii="Calibri" w:hAnsi="Calibri"/>
                <w:szCs w:val="20"/>
              </w:rPr>
            </w:pPr>
            <w:r w:rsidRPr="00145503">
              <w:rPr>
                <w:rFonts w:ascii="Calibri" w:hAnsi="Calibri"/>
                <w:szCs w:val="20"/>
              </w:rPr>
              <w:t>26/01/24</w:t>
            </w:r>
          </w:p>
        </w:tc>
      </w:tr>
      <w:tr w:rsidR="00C110AA" w14:paraId="6DAE7919" w14:textId="491687F9" w:rsidTr="00C110AA">
        <w:tc>
          <w:tcPr>
            <w:tcW w:w="2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5E53" w14:textId="77777777" w:rsidR="00C110AA" w:rsidRDefault="00C110A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Proposal presentation*** Tender Opening</w:t>
            </w:r>
          </w:p>
        </w:tc>
        <w:tc>
          <w:tcPr>
            <w:tcW w:w="28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F97ED" w14:textId="77777777" w:rsidR="00C110AA" w:rsidRDefault="00C110A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2ABC" w14:textId="01A01E83" w:rsidR="00C110AA" w:rsidRPr="00145503" w:rsidRDefault="00C110AA" w:rsidP="00D2208A">
            <w:pPr>
              <w:rPr>
                <w:rFonts w:ascii="Calibri" w:hAnsi="Calibri"/>
                <w:szCs w:val="20"/>
              </w:rPr>
            </w:pPr>
            <w:r w:rsidRPr="00145503">
              <w:rPr>
                <w:rFonts w:ascii="Calibri" w:hAnsi="Calibri"/>
                <w:szCs w:val="20"/>
              </w:rPr>
              <w:t>29/01/24</w:t>
            </w:r>
          </w:p>
        </w:tc>
      </w:tr>
      <w:tr w:rsidR="00C110AA" w14:paraId="509B1587" w14:textId="2A532885" w:rsidTr="00C110A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8B781" w14:textId="77777777" w:rsidR="00C110AA" w:rsidRDefault="00C110A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4C0C8" w14:textId="77777777" w:rsidR="00C110AA" w:rsidRDefault="00C110A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2EF6" w14:textId="2A7AB600" w:rsidR="00C110AA" w:rsidRPr="00145503" w:rsidRDefault="00C110AA" w:rsidP="00D2208A">
            <w:pPr>
              <w:rPr>
                <w:rFonts w:ascii="Calibri" w:hAnsi="Calibri"/>
                <w:szCs w:val="20"/>
              </w:rPr>
            </w:pPr>
            <w:r w:rsidRPr="00145503">
              <w:rPr>
                <w:rFonts w:ascii="Calibri" w:hAnsi="Calibri"/>
                <w:szCs w:val="20"/>
              </w:rPr>
              <w:t>30/01/24</w:t>
            </w:r>
          </w:p>
        </w:tc>
      </w:tr>
      <w:tr w:rsidR="00C110AA" w14:paraId="66750A65" w14:textId="468484FF" w:rsidTr="00C110A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5AA91" w14:textId="77777777" w:rsidR="00C110AA" w:rsidRDefault="00C110A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D644D" w14:textId="77777777" w:rsidR="00C110AA" w:rsidRDefault="00C110A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02E6" w14:textId="0A3D9079" w:rsidR="00C110AA" w:rsidRPr="00145503" w:rsidRDefault="00C110AA" w:rsidP="00D2208A">
            <w:pPr>
              <w:rPr>
                <w:rFonts w:ascii="Calibri" w:hAnsi="Calibri"/>
                <w:szCs w:val="20"/>
              </w:rPr>
            </w:pPr>
            <w:r w:rsidRPr="00145503">
              <w:rPr>
                <w:rFonts w:ascii="Calibri" w:hAnsi="Calibri"/>
                <w:szCs w:val="20"/>
              </w:rPr>
              <w:t>31/01/24</w:t>
            </w:r>
          </w:p>
        </w:tc>
      </w:tr>
      <w:tr w:rsidR="00C110AA" w14:paraId="7E19D7B4" w14:textId="404F30B5" w:rsidTr="00C110A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CB17D" w14:textId="77777777" w:rsidR="00C110AA" w:rsidRDefault="00C110A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1D85B" w14:textId="77777777" w:rsidR="00C110AA" w:rsidRDefault="00C110A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72F6" w14:textId="43F0A933" w:rsidR="00C110AA" w:rsidRPr="00145503" w:rsidRDefault="001E04E5" w:rsidP="00D2208A">
            <w:pPr>
              <w:rPr>
                <w:rFonts w:ascii="Calibri" w:hAnsi="Calibri"/>
                <w:szCs w:val="20"/>
              </w:rPr>
            </w:pPr>
            <w:r w:rsidRPr="00145503">
              <w:rPr>
                <w:rFonts w:ascii="Calibri" w:hAnsi="Calibri"/>
                <w:szCs w:val="20"/>
              </w:rPr>
              <w:t>14</w:t>
            </w:r>
            <w:r w:rsidR="00C110AA" w:rsidRPr="00145503">
              <w:rPr>
                <w:rFonts w:ascii="Calibri" w:hAnsi="Calibri"/>
                <w:szCs w:val="20"/>
              </w:rPr>
              <w:t>/0</w:t>
            </w:r>
            <w:r w:rsidRPr="00145503">
              <w:rPr>
                <w:rFonts w:ascii="Calibri" w:hAnsi="Calibri"/>
                <w:szCs w:val="20"/>
              </w:rPr>
              <w:t>2</w:t>
            </w:r>
            <w:r w:rsidR="00C110AA" w:rsidRPr="00145503">
              <w:rPr>
                <w:rFonts w:ascii="Calibri" w:hAnsi="Calibri"/>
                <w:szCs w:val="20"/>
              </w:rPr>
              <w:t>/24</w:t>
            </w:r>
          </w:p>
        </w:tc>
      </w:tr>
      <w:tr w:rsidR="00C110AA" w14:paraId="04818EA1" w14:textId="2DA30DBA" w:rsidTr="00C110A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50BD4" w14:textId="77777777" w:rsidR="00C110AA" w:rsidRDefault="00C110A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38C2B" w14:textId="77777777" w:rsidR="00C110AA" w:rsidRDefault="00C110A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618C" w14:textId="798E0380" w:rsidR="00C110AA" w:rsidRPr="00145503" w:rsidRDefault="001E04E5" w:rsidP="00D2208A">
            <w:pPr>
              <w:rPr>
                <w:rFonts w:ascii="Calibri" w:hAnsi="Calibri"/>
                <w:szCs w:val="20"/>
              </w:rPr>
            </w:pPr>
            <w:r w:rsidRPr="00145503">
              <w:rPr>
                <w:rFonts w:ascii="Calibri" w:hAnsi="Calibri"/>
                <w:szCs w:val="20"/>
              </w:rPr>
              <w:t>15</w:t>
            </w:r>
            <w:r w:rsidR="00C110AA" w:rsidRPr="00145503">
              <w:rPr>
                <w:rFonts w:ascii="Calibri" w:hAnsi="Calibri"/>
                <w:szCs w:val="20"/>
              </w:rPr>
              <w:t>/02/24</w:t>
            </w:r>
          </w:p>
        </w:tc>
      </w:tr>
      <w:tr w:rsidR="00C110AA" w14:paraId="10E81E0E" w14:textId="6A7534EA" w:rsidTr="00C110A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97905" w14:textId="77777777" w:rsidR="00C110AA" w:rsidRDefault="00C110A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4C069" w14:textId="77777777" w:rsidR="00C110AA" w:rsidRDefault="00C110A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D7CB" w14:textId="6B07FC65" w:rsidR="00C110AA" w:rsidRPr="00145503" w:rsidRDefault="001E04E5" w:rsidP="00D2208A">
            <w:pPr>
              <w:rPr>
                <w:rFonts w:ascii="Calibri" w:hAnsi="Calibri"/>
                <w:szCs w:val="20"/>
              </w:rPr>
            </w:pPr>
            <w:r w:rsidRPr="00145503">
              <w:rPr>
                <w:rFonts w:ascii="Calibri" w:hAnsi="Calibri"/>
                <w:szCs w:val="20"/>
              </w:rPr>
              <w:t>16</w:t>
            </w:r>
            <w:r w:rsidR="00C110AA" w:rsidRPr="00145503">
              <w:rPr>
                <w:rFonts w:ascii="Calibri" w:hAnsi="Calibri"/>
                <w:szCs w:val="20"/>
              </w:rPr>
              <w:t>/02/24</w:t>
            </w:r>
          </w:p>
          <w:p w14:paraId="2D7BD4EB" w14:textId="2C6A9F16" w:rsidR="00C110AA" w:rsidRPr="00145503" w:rsidRDefault="00C110AA" w:rsidP="00D2208A">
            <w:pPr>
              <w:rPr>
                <w:rFonts w:ascii="Calibri" w:hAnsi="Calibri"/>
                <w:szCs w:val="20"/>
              </w:rPr>
            </w:pPr>
          </w:p>
        </w:tc>
      </w:tr>
    </w:tbl>
    <w:p w14:paraId="54F04DD4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11CECA5F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4FF148B6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0C852D58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036E4532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06745D2F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3E14AC0C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72334555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44760FB4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7D3C703F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4BD35BE3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662692AC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53AB7904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0181FA36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332E6A15" w14:textId="77777777" w:rsidR="007F6024" w:rsidRPr="0050364F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2A12EA36" w14:textId="77777777" w:rsidR="004E36AD" w:rsidRPr="0050364F" w:rsidRDefault="004E36AD" w:rsidP="0050364F">
      <w:pPr>
        <w:rPr>
          <w:rFonts w:ascii="Calibri" w:hAnsi="Calibri" w:cs="Calibri"/>
        </w:rPr>
      </w:pPr>
    </w:p>
    <w:p w14:paraId="56EC47C0" w14:textId="77777777" w:rsidR="007F6024" w:rsidRDefault="007F6024" w:rsidP="0050364F">
      <w:pPr>
        <w:rPr>
          <w:rFonts w:asciiTheme="minorHAnsi" w:hAnsiTheme="minorHAnsi"/>
          <w:color w:val="FF0000"/>
          <w:sz w:val="22"/>
          <w:szCs w:val="22"/>
        </w:rPr>
      </w:pPr>
    </w:p>
    <w:p w14:paraId="1FB143D7" w14:textId="77777777" w:rsidR="00D2208A" w:rsidRDefault="00D2208A" w:rsidP="0050364F">
      <w:pPr>
        <w:rPr>
          <w:rFonts w:asciiTheme="minorHAnsi" w:hAnsiTheme="minorHAnsi"/>
          <w:color w:val="FF0000"/>
          <w:sz w:val="22"/>
          <w:szCs w:val="22"/>
        </w:rPr>
      </w:pPr>
    </w:p>
    <w:p w14:paraId="67BB0918" w14:textId="77777777" w:rsidR="00D2208A" w:rsidRDefault="00D2208A" w:rsidP="0050364F">
      <w:pPr>
        <w:rPr>
          <w:rFonts w:asciiTheme="minorHAnsi" w:hAnsiTheme="minorHAnsi"/>
          <w:color w:val="FF0000"/>
          <w:sz w:val="22"/>
          <w:szCs w:val="22"/>
        </w:rPr>
      </w:pPr>
    </w:p>
    <w:p w14:paraId="22B15627" w14:textId="77777777" w:rsidR="00D2208A" w:rsidRDefault="00D2208A" w:rsidP="0050364F">
      <w:pPr>
        <w:rPr>
          <w:rFonts w:asciiTheme="minorHAnsi" w:hAnsiTheme="minorHAnsi"/>
          <w:color w:val="FF0000"/>
          <w:sz w:val="22"/>
          <w:szCs w:val="22"/>
        </w:rPr>
      </w:pPr>
    </w:p>
    <w:p w14:paraId="093DE294" w14:textId="77777777" w:rsidR="00D2208A" w:rsidRDefault="00D2208A" w:rsidP="0050364F">
      <w:pPr>
        <w:rPr>
          <w:rFonts w:asciiTheme="minorHAnsi" w:hAnsiTheme="minorHAnsi"/>
          <w:color w:val="FF0000"/>
          <w:sz w:val="22"/>
          <w:szCs w:val="22"/>
        </w:rPr>
      </w:pPr>
    </w:p>
    <w:p w14:paraId="32229C02" w14:textId="77777777" w:rsidR="00D2208A" w:rsidRDefault="00D2208A" w:rsidP="0050364F">
      <w:pPr>
        <w:rPr>
          <w:rFonts w:asciiTheme="minorHAnsi" w:hAnsiTheme="minorHAnsi"/>
          <w:color w:val="FF0000"/>
          <w:sz w:val="22"/>
          <w:szCs w:val="22"/>
        </w:rPr>
      </w:pPr>
    </w:p>
    <w:p w14:paraId="6D252130" w14:textId="16A87063" w:rsidR="004E36AD" w:rsidRPr="0050364F" w:rsidRDefault="004E36AD" w:rsidP="0050364F">
      <w:pPr>
        <w:rPr>
          <w:rFonts w:asciiTheme="minorHAnsi" w:hAnsiTheme="minorHAnsi"/>
          <w:color w:val="FF0000"/>
          <w:sz w:val="22"/>
          <w:szCs w:val="22"/>
        </w:rPr>
      </w:pPr>
      <w:r w:rsidRPr="0050364F">
        <w:rPr>
          <w:rFonts w:asciiTheme="minorHAnsi" w:hAnsiTheme="minorHAnsi"/>
          <w:color w:val="FF0000"/>
          <w:sz w:val="22"/>
          <w:szCs w:val="22"/>
        </w:rPr>
        <w:t xml:space="preserve">* Kiribati Standard Time (Tarawa Time) GMT+12 – </w:t>
      </w:r>
      <w:r w:rsidR="00EC72C1" w:rsidRPr="0050364F">
        <w:rPr>
          <w:rFonts w:asciiTheme="minorHAnsi" w:hAnsiTheme="minorHAnsi"/>
          <w:color w:val="FF0000"/>
          <w:sz w:val="22"/>
          <w:szCs w:val="22"/>
        </w:rPr>
        <w:t>Proposals</w:t>
      </w:r>
      <w:r w:rsidRPr="0050364F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considered.</w:t>
      </w:r>
    </w:p>
    <w:p w14:paraId="44772234" w14:textId="4232579B" w:rsidR="004E36AD" w:rsidRPr="0050364F" w:rsidRDefault="004E36AD" w:rsidP="0050364F">
      <w:pPr>
        <w:rPr>
          <w:rFonts w:asciiTheme="minorHAnsi" w:hAnsiTheme="minorHAnsi"/>
          <w:sz w:val="22"/>
          <w:szCs w:val="22"/>
        </w:rPr>
      </w:pPr>
      <w:r w:rsidRPr="0050364F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50364F">
      <w:pPr>
        <w:rPr>
          <w:rFonts w:asciiTheme="minorHAnsi" w:hAnsiTheme="minorHAnsi"/>
          <w:sz w:val="22"/>
          <w:szCs w:val="22"/>
        </w:rPr>
      </w:pPr>
      <w:r w:rsidRPr="0050364F"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C447AC" w:rsidRPr="00090751" w:rsidSect="00506248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82D12" w14:textId="77777777" w:rsidR="00506248" w:rsidRDefault="00506248">
      <w:r>
        <w:separator/>
      </w:r>
    </w:p>
  </w:endnote>
  <w:endnote w:type="continuationSeparator" w:id="0">
    <w:p w14:paraId="32868CF2" w14:textId="77777777" w:rsidR="00506248" w:rsidRDefault="00506248">
      <w:r>
        <w:continuationSeparator/>
      </w:r>
    </w:p>
  </w:endnote>
  <w:endnote w:type="continuationNotice" w:id="1">
    <w:p w14:paraId="3A74BC9D" w14:textId="77777777" w:rsidR="00506248" w:rsidRDefault="005062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dobe Myungjo Std M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Adobe Myungjo Std M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647E68" w:rsidRPr="00647E68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647E68" w:rsidRPr="00647E68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631506B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45503">
      <w:rPr>
        <w:noProof/>
      </w:rPr>
      <w:t>2024-01-15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FC47E" w14:textId="77777777" w:rsidR="00506248" w:rsidRDefault="00506248">
      <w:r>
        <w:separator/>
      </w:r>
    </w:p>
  </w:footnote>
  <w:footnote w:type="continuationSeparator" w:id="0">
    <w:p w14:paraId="2BAF416F" w14:textId="77777777" w:rsidR="00506248" w:rsidRDefault="00506248">
      <w:r>
        <w:continuationSeparator/>
      </w:r>
    </w:p>
  </w:footnote>
  <w:footnote w:type="continuationNotice" w:id="1">
    <w:p w14:paraId="03FBEF9B" w14:textId="77777777" w:rsidR="00506248" w:rsidRDefault="005062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3B7E9A97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AU" w:eastAsia="en-AU"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204515">
    <w:abstractNumId w:val="1"/>
  </w:num>
  <w:num w:numId="2" w16cid:durableId="561674627">
    <w:abstractNumId w:val="10"/>
  </w:num>
  <w:num w:numId="3" w16cid:durableId="312299627">
    <w:abstractNumId w:val="11"/>
  </w:num>
  <w:num w:numId="4" w16cid:durableId="714964261">
    <w:abstractNumId w:val="4"/>
  </w:num>
  <w:num w:numId="5" w16cid:durableId="343633166">
    <w:abstractNumId w:val="3"/>
  </w:num>
  <w:num w:numId="6" w16cid:durableId="1127744604">
    <w:abstractNumId w:val="7"/>
  </w:num>
  <w:num w:numId="7" w16cid:durableId="336007481">
    <w:abstractNumId w:val="5"/>
  </w:num>
  <w:num w:numId="8" w16cid:durableId="786775287">
    <w:abstractNumId w:val="9"/>
  </w:num>
  <w:num w:numId="9" w16cid:durableId="1732728814">
    <w:abstractNumId w:val="0"/>
  </w:num>
  <w:num w:numId="10" w16cid:durableId="550337971">
    <w:abstractNumId w:val="8"/>
  </w:num>
  <w:num w:numId="11" w16cid:durableId="1406689011">
    <w:abstractNumId w:val="2"/>
  </w:num>
  <w:num w:numId="12" w16cid:durableId="788016984">
    <w:abstractNumId w:val="6"/>
  </w:num>
  <w:num w:numId="13" w16cid:durableId="7021707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3792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503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04E5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668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5CBB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32D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00B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364F"/>
    <w:rsid w:val="00504DB0"/>
    <w:rsid w:val="00506248"/>
    <w:rsid w:val="00506918"/>
    <w:rsid w:val="00506BD9"/>
    <w:rsid w:val="00510E37"/>
    <w:rsid w:val="00512365"/>
    <w:rsid w:val="00513A4A"/>
    <w:rsid w:val="00513FA3"/>
    <w:rsid w:val="005141FF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77D7D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6FA1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7E68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127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024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A4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523"/>
    <w:rsid w:val="00856DE6"/>
    <w:rsid w:val="0085759C"/>
    <w:rsid w:val="008579AD"/>
    <w:rsid w:val="00862F60"/>
    <w:rsid w:val="00863C7F"/>
    <w:rsid w:val="00863D14"/>
    <w:rsid w:val="008642F9"/>
    <w:rsid w:val="008644A3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0F4C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81E"/>
    <w:rsid w:val="008C7C5F"/>
    <w:rsid w:val="008D0036"/>
    <w:rsid w:val="008D0F39"/>
    <w:rsid w:val="008D18F2"/>
    <w:rsid w:val="008D2B92"/>
    <w:rsid w:val="008D75D0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1E04"/>
    <w:rsid w:val="008F244E"/>
    <w:rsid w:val="008F3345"/>
    <w:rsid w:val="008F3CEE"/>
    <w:rsid w:val="008F453A"/>
    <w:rsid w:val="008F4B77"/>
    <w:rsid w:val="008F4C7E"/>
    <w:rsid w:val="008F53B5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30D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975C2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76A"/>
    <w:rsid w:val="00C02DCC"/>
    <w:rsid w:val="00C030D2"/>
    <w:rsid w:val="00C03D1C"/>
    <w:rsid w:val="00C05881"/>
    <w:rsid w:val="00C05BFA"/>
    <w:rsid w:val="00C06274"/>
    <w:rsid w:val="00C110AA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08A"/>
    <w:rsid w:val="00D22BCE"/>
    <w:rsid w:val="00D23060"/>
    <w:rsid w:val="00D30897"/>
    <w:rsid w:val="00D312F5"/>
    <w:rsid w:val="00D31E27"/>
    <w:rsid w:val="00D33558"/>
    <w:rsid w:val="00D33B65"/>
    <w:rsid w:val="00D346BC"/>
    <w:rsid w:val="00D34B5D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43D3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0A4C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297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4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208D467A-9510-4AA0-BAFF-0B605C2F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BE8888-842A-4BA9-BA6C-56D40A2FDF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5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1520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4</cp:revision>
  <cp:lastPrinted>2013-10-18T08:32:00Z</cp:lastPrinted>
  <dcterms:created xsi:type="dcterms:W3CDTF">2024-01-08T01:47:00Z</dcterms:created>
  <dcterms:modified xsi:type="dcterms:W3CDTF">2024-01-15T04:52:00Z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